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FD7" w:rsidRDefault="005D2F8C">
      <w:pPr>
        <w:rPr>
          <w:sz w:val="36"/>
        </w:rPr>
      </w:pPr>
      <w:r>
        <w:rPr>
          <w:sz w:val="72"/>
          <w:szCs w:val="72"/>
        </w:rPr>
        <w:t>Deep Sea Notes</w:t>
      </w:r>
    </w:p>
    <w:p w:rsidR="005D2F8C" w:rsidRDefault="005D2F8C">
      <w:pPr>
        <w:rPr>
          <w:sz w:val="36"/>
        </w:rPr>
      </w:pPr>
    </w:p>
    <w:p w:rsidR="005D2F8C" w:rsidRDefault="005D2F8C">
      <w:pPr>
        <w:rPr>
          <w:sz w:val="36"/>
        </w:rPr>
      </w:pPr>
    </w:p>
    <w:p w:rsidR="005D2F8C" w:rsidRDefault="00930618">
      <w:pPr>
        <w:rPr>
          <w:sz w:val="36"/>
        </w:rPr>
      </w:pPr>
      <w:r>
        <w:rPr>
          <w:sz w:val="36"/>
        </w:rPr>
        <w:t xml:space="preserve">  </w:t>
      </w:r>
      <w:r w:rsidR="005D2F8C">
        <w:rPr>
          <w:sz w:val="36"/>
        </w:rPr>
        <w:t xml:space="preserve">There are many species in the ocean, some endangered and some still undiscovered. </w:t>
      </w:r>
      <w:r>
        <w:rPr>
          <w:sz w:val="36"/>
        </w:rPr>
        <w:t>The ocean has many mysterious creatures and sights that may be very dangerous.</w:t>
      </w:r>
    </w:p>
    <w:p w:rsidR="00930618" w:rsidRDefault="00930618">
      <w:pPr>
        <w:rPr>
          <w:sz w:val="36"/>
        </w:rPr>
      </w:pPr>
    </w:p>
    <w:p w:rsidR="00930618" w:rsidRDefault="00930618">
      <w:pPr>
        <w:rPr>
          <w:sz w:val="36"/>
        </w:rPr>
      </w:pPr>
      <w:r>
        <w:rPr>
          <w:sz w:val="36"/>
        </w:rPr>
        <w:t xml:space="preserve">  The sea is huge. It takes up </w:t>
      </w:r>
      <w:r w:rsidR="003A68AC">
        <w:rPr>
          <w:sz w:val="36"/>
        </w:rPr>
        <w:t>71% of the world, and humans have explored a little under 10%! Imagine what else is down there!</w:t>
      </w:r>
    </w:p>
    <w:p w:rsidR="003A68AC" w:rsidRDefault="003A68AC">
      <w:pPr>
        <w:rPr>
          <w:sz w:val="36"/>
        </w:rPr>
      </w:pPr>
    </w:p>
    <w:p w:rsidR="003A68AC" w:rsidRDefault="003A68AC">
      <w:pPr>
        <w:rPr>
          <w:sz w:val="36"/>
        </w:rPr>
      </w:pPr>
      <w:r>
        <w:rPr>
          <w:sz w:val="36"/>
        </w:rPr>
        <w:t xml:space="preserve">  One of the very </w:t>
      </w:r>
      <w:r w:rsidR="008B416B">
        <w:rPr>
          <w:sz w:val="36"/>
        </w:rPr>
        <w:t xml:space="preserve">creepy species in the ocean is the </w:t>
      </w:r>
      <w:proofErr w:type="spellStart"/>
      <w:r w:rsidR="008B416B">
        <w:rPr>
          <w:sz w:val="36"/>
        </w:rPr>
        <w:t>blobfish</w:t>
      </w:r>
      <w:proofErr w:type="spellEnd"/>
    </w:p>
    <w:p w:rsidR="008B416B" w:rsidRDefault="008B416B">
      <w:pPr>
        <w:rPr>
          <w:b/>
          <w:sz w:val="36"/>
        </w:rPr>
      </w:pPr>
      <w:r w:rsidRPr="008B416B">
        <w:rPr>
          <w:b/>
          <w:sz w:val="36"/>
        </w:rPr>
        <w:t>(</w:t>
      </w:r>
      <w:bookmarkStart w:id="0" w:name="_GoBack"/>
      <w:bookmarkEnd w:id="0"/>
      <w:r w:rsidRPr="008B416B">
        <w:rPr>
          <w:b/>
          <w:sz w:val="36"/>
        </w:rPr>
        <w:t>Insert picture)</w:t>
      </w:r>
    </w:p>
    <w:p w:rsidR="008B416B" w:rsidRPr="008B416B" w:rsidRDefault="008B416B">
      <w:pPr>
        <w:rPr>
          <w:b/>
          <w:sz w:val="36"/>
        </w:rPr>
      </w:pPr>
    </w:p>
    <w:sectPr w:rsidR="008B416B" w:rsidRPr="008B4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8C"/>
    <w:rsid w:val="003A68AC"/>
    <w:rsid w:val="005D2F8C"/>
    <w:rsid w:val="008B416B"/>
    <w:rsid w:val="008C4FD7"/>
    <w:rsid w:val="0093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049E3-72CD-41ED-B57F-8D8B5C83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Ba00619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30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Noah</dc:creator>
  <cp:keywords/>
  <dc:description/>
  <cp:lastModifiedBy>Baker, Noah</cp:lastModifiedBy>
  <cp:revision>2</cp:revision>
  <dcterms:created xsi:type="dcterms:W3CDTF">2015-05-20T15:05:00Z</dcterms:created>
  <dcterms:modified xsi:type="dcterms:W3CDTF">2015-05-21T15:08:00Z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